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7250B" w14:textId="77777777" w:rsidR="008F212E" w:rsidRPr="008F212E" w:rsidRDefault="008F212E" w:rsidP="008F212E">
      <w:pPr>
        <w:rPr>
          <w:rFonts w:ascii="Calibri" w:hAnsi="Calibri" w:cs="Calibri"/>
          <w:b/>
        </w:rPr>
      </w:pPr>
      <w:bookmarkStart w:id="0" w:name="_GoBack"/>
      <w:bookmarkEnd w:id="0"/>
      <w:r w:rsidRPr="008F212E">
        <w:rPr>
          <w:rFonts w:ascii="Calibri" w:hAnsi="Calibri" w:cs="Calibri"/>
          <w:b/>
        </w:rPr>
        <w:t xml:space="preserve">Programul Regiunea Centru </w:t>
      </w:r>
    </w:p>
    <w:p w14:paraId="25B4E5E6" w14:textId="77777777" w:rsidR="008F212E" w:rsidRPr="008F212E" w:rsidRDefault="008F212E" w:rsidP="008F212E">
      <w:pPr>
        <w:rPr>
          <w:rFonts w:ascii="Calibri" w:hAnsi="Calibri" w:cs="Calibri"/>
          <w:b/>
        </w:rPr>
      </w:pPr>
      <w:r w:rsidRPr="008F212E">
        <w:rPr>
          <w:rFonts w:ascii="Calibri" w:hAnsi="Calibri" w:cs="Calibri"/>
          <w:b/>
        </w:rPr>
        <w:t>Prioritatea 1 O regiune competitivă prin inovare și întreprinderi dinamice pentru o economie inteligentă</w:t>
      </w:r>
    </w:p>
    <w:p w14:paraId="27E4664C" w14:textId="77777777" w:rsidR="008F212E" w:rsidRPr="008F212E" w:rsidRDefault="008F212E" w:rsidP="008F212E">
      <w:pPr>
        <w:rPr>
          <w:rFonts w:ascii="Calibri" w:hAnsi="Calibri" w:cs="Calibri"/>
          <w:b/>
        </w:rPr>
      </w:pPr>
      <w:r w:rsidRPr="008F212E">
        <w:rPr>
          <w:rFonts w:ascii="Calibri" w:hAnsi="Calibri" w:cs="Calibri"/>
          <w:b/>
        </w:rPr>
        <w:t xml:space="preserve">Acțiunea 1 Dezvoltarea structurilor CDI și TT în folosul întreprinderilor </w:t>
      </w:r>
    </w:p>
    <w:p w14:paraId="00353EDD" w14:textId="77777777" w:rsidR="008F212E" w:rsidRPr="008F212E" w:rsidRDefault="008F212E" w:rsidP="008F212E">
      <w:pPr>
        <w:rPr>
          <w:rFonts w:ascii="Calibri" w:hAnsi="Calibri" w:cs="Calibri"/>
          <w:b/>
        </w:rPr>
      </w:pPr>
      <w:r w:rsidRPr="008F212E">
        <w:rPr>
          <w:rFonts w:ascii="Calibri" w:hAnsi="Calibri" w:cs="Calibri"/>
          <w:b/>
        </w:rPr>
        <w:t>Intervenția 1.1.2 Dezvoltarea capacităților private de CDI</w:t>
      </w:r>
    </w:p>
    <w:p w14:paraId="15B9622E" w14:textId="77777777" w:rsidR="008F212E" w:rsidRPr="008F212E" w:rsidRDefault="008F212E" w:rsidP="008F212E">
      <w:pPr>
        <w:rPr>
          <w:rFonts w:ascii="Calibri" w:hAnsi="Calibri" w:cs="Calibri"/>
          <w:b/>
        </w:rPr>
      </w:pPr>
      <w:r w:rsidRPr="008F212E">
        <w:rPr>
          <w:rFonts w:ascii="Calibri" w:hAnsi="Calibri" w:cs="Calibri"/>
          <w:b/>
        </w:rPr>
        <w:t>OS 1.1 Dezvoltarea și sporirea capacităților de cercetare și inovare și adoptarea tehnologiilor avansate.</w:t>
      </w:r>
    </w:p>
    <w:p w14:paraId="03F8338A" w14:textId="77777777" w:rsidR="005C7AFF" w:rsidRPr="00F914B7" w:rsidRDefault="008F212E" w:rsidP="008F212E">
      <w:pPr>
        <w:rPr>
          <w:rFonts w:ascii="Calibri" w:hAnsi="Calibri" w:cs="Calibri"/>
          <w:sz w:val="16"/>
          <w:szCs w:val="16"/>
        </w:rPr>
      </w:pPr>
      <w:r w:rsidRPr="008F212E">
        <w:rPr>
          <w:rFonts w:ascii="Calibri" w:hAnsi="Calibri" w:cs="Calibri"/>
          <w:b/>
        </w:rPr>
        <w:t xml:space="preserve">OS 1.4 Dezvoltarea competențelor pentru specializarea inteligentă, tranziție industrială și </w:t>
      </w:r>
      <w:proofErr w:type="spellStart"/>
      <w:r w:rsidRPr="008F212E">
        <w:rPr>
          <w:rFonts w:ascii="Calibri" w:hAnsi="Calibri" w:cs="Calibri"/>
          <w:b/>
        </w:rPr>
        <w:t>antreprenoriat</w:t>
      </w:r>
      <w:proofErr w:type="spellEnd"/>
    </w:p>
    <w:p w14:paraId="63DDF926" w14:textId="77777777" w:rsidR="005C7AFF" w:rsidRPr="00542F08" w:rsidRDefault="005C7AFF" w:rsidP="008F212E">
      <w:pPr>
        <w:ind w:left="-426"/>
        <w:jc w:val="right"/>
        <w:rPr>
          <w:rFonts w:asciiTheme="minorHAnsi" w:hAnsiTheme="minorHAnsi" w:cstheme="minorHAnsi"/>
          <w:sz w:val="16"/>
          <w:szCs w:val="16"/>
        </w:rPr>
      </w:pPr>
    </w:p>
    <w:p w14:paraId="55AC05CB" w14:textId="77777777" w:rsidR="00542F08" w:rsidRPr="00542F08" w:rsidRDefault="00542F08" w:rsidP="00542F08">
      <w:pPr>
        <w:tabs>
          <w:tab w:val="center" w:pos="4536"/>
          <w:tab w:val="right" w:pos="9072"/>
        </w:tabs>
        <w:jc w:val="right"/>
        <w:rPr>
          <w:rFonts w:asciiTheme="minorHAnsi" w:hAnsiTheme="minorHAnsi" w:cstheme="minorHAnsi"/>
          <w:b/>
          <w:lang w:val="en-US" w:eastAsia="en-US"/>
        </w:rPr>
      </w:pPr>
      <w:proofErr w:type="spellStart"/>
      <w:r w:rsidRPr="00542F08">
        <w:rPr>
          <w:rFonts w:asciiTheme="minorHAnsi" w:hAnsiTheme="minorHAnsi" w:cstheme="minorHAnsi"/>
          <w:b/>
          <w:lang w:val="en-US" w:eastAsia="en-US"/>
        </w:rPr>
        <w:t>Anexa</w:t>
      </w:r>
      <w:proofErr w:type="spellEnd"/>
      <w:r w:rsidRPr="00542F08">
        <w:rPr>
          <w:rFonts w:asciiTheme="minorHAnsi" w:hAnsiTheme="minorHAnsi" w:cstheme="minorHAnsi"/>
          <w:b/>
          <w:lang w:val="en-US" w:eastAsia="en-US"/>
        </w:rPr>
        <w:t xml:space="preserve"> 1</w:t>
      </w:r>
      <w:r w:rsidR="008F212E">
        <w:rPr>
          <w:rFonts w:asciiTheme="minorHAnsi" w:hAnsiTheme="minorHAnsi" w:cstheme="minorHAnsi"/>
          <w:b/>
          <w:lang w:val="en-US" w:eastAsia="en-US"/>
        </w:rPr>
        <w:t>1</w:t>
      </w:r>
    </w:p>
    <w:p w14:paraId="43672ABE" w14:textId="77777777"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14:paraId="67DF8760" w14:textId="77777777"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14:paraId="05594B3D" w14:textId="77777777"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14:paraId="4DA82313" w14:textId="77777777"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14:paraId="4656676B" w14:textId="77777777"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14:paraId="7BCA53B3" w14:textId="77777777" w:rsidR="00542F08" w:rsidRPr="00542F08" w:rsidRDefault="00542F08" w:rsidP="00542F08">
      <w:pPr>
        <w:shd w:val="clear" w:color="auto" w:fill="E6E6E6"/>
        <w:jc w:val="center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Tabel centralizator numere cadastrale </w:t>
      </w:r>
      <w:r w:rsidR="00324E33" w:rsidRPr="00542F08">
        <w:rPr>
          <w:rFonts w:asciiTheme="minorHAnsi" w:hAnsiTheme="minorHAnsi" w:cstheme="minorHAnsi"/>
          <w:b/>
          <w:bCs/>
          <w:snapToGrid w:val="0"/>
          <w:lang w:eastAsia="en-US"/>
        </w:rPr>
        <w:t>și</w:t>
      </w: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 obiective de </w:t>
      </w:r>
      <w:r w:rsidR="00324E33" w:rsidRPr="00542F08">
        <w:rPr>
          <w:rFonts w:asciiTheme="minorHAnsi" w:hAnsiTheme="minorHAnsi" w:cstheme="minorHAnsi"/>
          <w:b/>
          <w:bCs/>
          <w:snapToGrid w:val="0"/>
          <w:lang w:eastAsia="en-US"/>
        </w:rPr>
        <w:t>investiție</w:t>
      </w:r>
    </w:p>
    <w:p w14:paraId="1BFA0672" w14:textId="77777777"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p w14:paraId="61D6062C" w14:textId="77777777"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542F08" w:rsidRPr="00542F08" w14:paraId="6708507E" w14:textId="77777777" w:rsidTr="00F14CFD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B7C01D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21B96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  <w:t>Nr. carte funciară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9176B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Număr cadastral </w:t>
            </w:r>
          </w:p>
          <w:p w14:paraId="0D043A1E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646FE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Suprafaţă</w:t>
            </w:r>
            <w:proofErr w:type="spellEnd"/>
          </w:p>
          <w:p w14:paraId="1B4E8406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(mp)</w:t>
            </w:r>
            <w:r w:rsidR="0057715F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</w:t>
            </w:r>
            <w:r w:rsidR="0057715F" w:rsidRPr="00E44D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teren si/sau </w:t>
            </w:r>
            <w:proofErr w:type="spellStart"/>
            <w:r w:rsidR="0057715F" w:rsidRPr="00E44D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cladire</w:t>
            </w:r>
            <w:proofErr w:type="spellEnd"/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B9680" w14:textId="77777777" w:rsidR="00542F08" w:rsidRPr="00542F08" w:rsidRDefault="00542F08" w:rsidP="00542F08">
            <w:pPr>
              <w:spacing w:before="120" w:after="24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Obiectiv de </w:t>
            </w: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investiţie</w:t>
            </w:r>
            <w:proofErr w:type="spellEnd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aferent proiectului*</w:t>
            </w:r>
          </w:p>
          <w:p w14:paraId="59396871" w14:textId="77777777" w:rsidR="00542F08" w:rsidRPr="00542F08" w:rsidRDefault="00542F08" w:rsidP="00542F08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89CE2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Istoric (dacă este cazul)</w:t>
            </w:r>
          </w:p>
          <w:p w14:paraId="6A5737CE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  <w:p w14:paraId="2F04D266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Se vor </w:t>
            </w: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menţiona</w:t>
            </w:r>
            <w:proofErr w:type="spellEnd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actele privind dezmembrările </w:t>
            </w: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şi</w:t>
            </w:r>
            <w:proofErr w:type="spellEnd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alipirile, etc  </w:t>
            </w:r>
          </w:p>
        </w:tc>
      </w:tr>
      <w:tr w:rsidR="00542F08" w:rsidRPr="00542F08" w14:paraId="6686C555" w14:textId="77777777" w:rsidTr="00F14CFD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4EFE1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3591C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E873A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67FCE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1E377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04011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542F08" w:rsidRPr="00542F08" w14:paraId="00E7019F" w14:textId="77777777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4D4324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5A02F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EF853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796C67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0ACF8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38822E" w14:textId="77777777"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  <w:tr w:rsidR="00542F08" w:rsidRPr="00542F08" w14:paraId="7F9F871F" w14:textId="77777777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35DB3F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28D95A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27325A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C38CAB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F8847E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FF9FBB" w14:textId="77777777"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</w:tbl>
    <w:p w14:paraId="260FA753" w14:textId="77777777" w:rsidR="00542F08" w:rsidRPr="00542F08" w:rsidRDefault="00542F08" w:rsidP="00542F08">
      <w:pPr>
        <w:spacing w:before="120" w:after="240"/>
        <w:jc w:val="both"/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</w:pPr>
      <w:r w:rsidRPr="00542F08">
        <w:rPr>
          <w:rFonts w:asciiTheme="minorHAnsi" w:hAnsiTheme="minorHAnsi" w:cstheme="minorHAnsi"/>
          <w:b/>
          <w:bCs/>
          <w:color w:val="000000"/>
          <w:sz w:val="20"/>
          <w:lang w:eastAsia="ro-RO"/>
        </w:rPr>
        <w:t xml:space="preserve">* 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 xml:space="preserve">În coloana 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val="en-US" w:eastAsia="ro-RO"/>
        </w:rPr>
        <w:t>“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 xml:space="preserve">Obiectiv de investiție aferent proiectului”, pentru toate imobilele  care fac obiectul proiectului </w:t>
      </w:r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>(teren/</w:t>
      </w:r>
      <w:r w:rsidR="00324E33"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>clădire</w:t>
      </w:r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 xml:space="preserve">) identificate prin extrasele de carte funciară, 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>s</w:t>
      </w:r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>e vor menționa  suprafețele   afectate de lucrările de intervenții propuse  pentru fiecare obiectiv de investiție propus.</w:t>
      </w:r>
    </w:p>
    <w:sectPr w:rsidR="00542F08" w:rsidRPr="00542F08" w:rsidSect="008F212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849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0ABF5" w14:textId="77777777" w:rsidR="006F14B9" w:rsidRDefault="006F14B9">
      <w:r>
        <w:separator/>
      </w:r>
    </w:p>
  </w:endnote>
  <w:endnote w:type="continuationSeparator" w:id="0">
    <w:p w14:paraId="50CAB7B4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52C15BC8" w14:textId="77777777">
      <w:trPr>
        <w:cantSplit/>
        <w:trHeight w:hRule="exact" w:val="340"/>
        <w:hidden/>
      </w:trPr>
      <w:tc>
        <w:tcPr>
          <w:tcW w:w="9210" w:type="dxa"/>
        </w:tcPr>
        <w:p w14:paraId="312AD1DA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5EEADB59" w14:textId="77777777" w:rsidR="00F12E7F" w:rsidRDefault="00542F08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3F6FA591" wp14:editId="392F7089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98" name="Imagine 98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BFD0ED5" wp14:editId="662F0420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27A89F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4BE3E7B" wp14:editId="016FBC05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BFED16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8CBC4C" wp14:editId="50207717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836D78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B0B76FA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1E01B41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08859D9A" wp14:editId="08FBD42C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99" name="Imagine 9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EDE169" w14:textId="77777777"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EF74A" w14:textId="77777777" w:rsidR="00072DDE" w:rsidRDefault="00542F08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7D97C090" wp14:editId="41C35CC2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103" name="Imagine 10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CA4F78" wp14:editId="3257BC5C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5D2E3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AE1E25F" wp14:editId="76B6454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68119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98BBA6F" wp14:editId="107C1CDA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6F7ED2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461150F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0B71A0F7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046B9996" wp14:editId="2EEFC06C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04" name="Imagine 10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2E6C1" w14:textId="77777777" w:rsidR="006F14B9" w:rsidRDefault="006F14B9">
      <w:r>
        <w:separator/>
      </w:r>
    </w:p>
  </w:footnote>
  <w:footnote w:type="continuationSeparator" w:id="0">
    <w:p w14:paraId="3855D714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89A95" w14:textId="77777777" w:rsidR="002B3BB9" w:rsidRPr="00851382" w:rsidRDefault="00542F08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156FC4EE" wp14:editId="7BE29B60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5BA2A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5CB3A94F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A2A87" w14:textId="77777777" w:rsidR="002B3BB9" w:rsidRDefault="00542F08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40074A71" wp14:editId="72BF9C33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0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3BD857D9" wp14:editId="75AEFB77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01" name="Imagine 101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54F20A0D" wp14:editId="64787E72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02" name="Imagine 102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15606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87FCC"/>
    <w:rsid w:val="002B3BB9"/>
    <w:rsid w:val="002E07E9"/>
    <w:rsid w:val="002F1246"/>
    <w:rsid w:val="00324E33"/>
    <w:rsid w:val="00351F71"/>
    <w:rsid w:val="00376CFE"/>
    <w:rsid w:val="003D751E"/>
    <w:rsid w:val="003E2E03"/>
    <w:rsid w:val="00474F02"/>
    <w:rsid w:val="00523BEA"/>
    <w:rsid w:val="00542F08"/>
    <w:rsid w:val="0057715F"/>
    <w:rsid w:val="005A6B00"/>
    <w:rsid w:val="005C21C9"/>
    <w:rsid w:val="005C7AFF"/>
    <w:rsid w:val="00643AC4"/>
    <w:rsid w:val="006B79B9"/>
    <w:rsid w:val="006F14B9"/>
    <w:rsid w:val="007209E0"/>
    <w:rsid w:val="00754551"/>
    <w:rsid w:val="0078088C"/>
    <w:rsid w:val="007A69A6"/>
    <w:rsid w:val="007C403D"/>
    <w:rsid w:val="00851382"/>
    <w:rsid w:val="0088290B"/>
    <w:rsid w:val="008C26CE"/>
    <w:rsid w:val="008E7688"/>
    <w:rsid w:val="008F212E"/>
    <w:rsid w:val="00936CF8"/>
    <w:rsid w:val="0095716B"/>
    <w:rsid w:val="009F711B"/>
    <w:rsid w:val="00A06DE4"/>
    <w:rsid w:val="00AB7152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44D6D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5804D064"/>
  <w15:chartTrackingRefBased/>
  <w15:docId w15:val="{5BE3B24A-F45F-4A20-BA8F-5F5ACD56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09409-ADEE-4378-8872-BF82A29D4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13</TotalTime>
  <Pages>1</Pages>
  <Words>137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1112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11</cp:revision>
  <cp:lastPrinted>2023-10-31T12:32:00Z</cp:lastPrinted>
  <dcterms:created xsi:type="dcterms:W3CDTF">2023-05-29T10:19:00Z</dcterms:created>
  <dcterms:modified xsi:type="dcterms:W3CDTF">2023-10-31T12:33:00Z</dcterms:modified>
</cp:coreProperties>
</file>